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A00660-F280-46DE-B4CF-3E4B605D52F8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